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E2" w:rsidRDefault="00A77CE2" w:rsidP="001915BA">
      <w:pPr>
        <w:tabs>
          <w:tab w:val="left" w:leader="dot" w:pos="13892"/>
        </w:tabs>
        <w:spacing w:before="120" w:after="120"/>
        <w:jc w:val="center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7.6pt;margin-top:1.6pt;width:127.15pt;height:24.65pt;z-index:251658240">
            <v:textbox>
              <w:txbxContent>
                <w:p w:rsidR="00A77CE2" w:rsidRPr="00C21DA3" w:rsidRDefault="00A77CE2" w:rsidP="0051509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C21DA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Đối với tổ chức</w:t>
                  </w:r>
                </w:p>
              </w:txbxContent>
            </v:textbox>
          </v:shape>
        </w:pict>
      </w:r>
    </w:p>
    <w:p w:rsidR="00A77CE2" w:rsidRPr="006013B5" w:rsidRDefault="00A77CE2" w:rsidP="001915BA">
      <w:pPr>
        <w:tabs>
          <w:tab w:val="left" w:leader="dot" w:pos="13892"/>
        </w:tabs>
        <w:spacing w:before="120" w:after="120"/>
        <w:jc w:val="center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 w:rsidRPr="006013B5">
        <w:rPr>
          <w:rFonts w:ascii="Times New Roman" w:hAnsi="Times New Roman" w:cs="Times New Roman"/>
          <w:b/>
          <w:bCs/>
          <w:sz w:val="30"/>
          <w:szCs w:val="30"/>
          <w:lang w:val="en-US"/>
        </w:rPr>
        <w:t xml:space="preserve">PHIẾU ĐĂNG KÝ THAM DỰ KHÓA ĐÀO TẠO </w:t>
      </w:r>
    </w:p>
    <w:p w:rsidR="00A77CE2" w:rsidRDefault="00A77CE2" w:rsidP="001915BA">
      <w:pPr>
        <w:tabs>
          <w:tab w:val="left" w:leader="dot" w:pos="13892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“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V</w:t>
      </w:r>
      <w:r w:rsidRPr="00D667F6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ề Tự chứng nhận xuất xứ hàng hóa”</w:t>
      </w:r>
    </w:p>
    <w:p w:rsidR="00A77CE2" w:rsidRDefault="00A77CE2" w:rsidP="004C5D37">
      <w:pPr>
        <w:tabs>
          <w:tab w:val="center" w:pos="2268"/>
          <w:tab w:val="left" w:pos="9923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(Thời gian: cả ngày 17 - 18/8/2016 &amp; buổi sáng ngày 19/8/2016 tại Thành phố Hồ Chí Minh)</w:t>
      </w:r>
    </w:p>
    <w:p w:rsidR="00A77CE2" w:rsidRPr="00D667F6" w:rsidRDefault="00A77CE2" w:rsidP="001915BA">
      <w:pPr>
        <w:tabs>
          <w:tab w:val="left" w:leader="dot" w:pos="13892"/>
        </w:tabs>
        <w:spacing w:before="120" w:after="12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 xml:space="preserve">Kính gửi: </w:t>
      </w:r>
      <w:r>
        <w:rPr>
          <w:rFonts w:ascii="Times New Roman" w:hAnsi="Times New Roman" w:cs="Times New Roman"/>
          <w:sz w:val="26"/>
          <w:szCs w:val="26"/>
          <w:lang w:val="en-US"/>
        </w:rPr>
        <w:t>Trung tâm Hỗ trợ hội nhập WTO Thành phố Hồ Chí Minh</w:t>
      </w:r>
    </w:p>
    <w:p w:rsidR="00A77CE2" w:rsidRPr="00D667F6" w:rsidRDefault="00A77CE2" w:rsidP="008E11C6">
      <w:pPr>
        <w:tabs>
          <w:tab w:val="left" w:leader="dot" w:pos="13320"/>
        </w:tabs>
        <w:spacing w:before="24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>Tên Công ty: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</w:p>
    <w:p w:rsidR="00A77CE2" w:rsidRDefault="00A77CE2" w:rsidP="001915BA">
      <w:pPr>
        <w:tabs>
          <w:tab w:val="left" w:leader="dot" w:pos="13320"/>
        </w:tabs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>Địa chỉ: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</w:p>
    <w:p w:rsidR="00A77CE2" w:rsidRPr="00D667F6" w:rsidRDefault="00A77CE2" w:rsidP="001915BA">
      <w:pPr>
        <w:tabs>
          <w:tab w:val="left" w:leader="dot" w:pos="13320"/>
        </w:tabs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Mã số thuế: 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</w:p>
    <w:p w:rsidR="00A77CE2" w:rsidRPr="00D667F6" w:rsidRDefault="00A77CE2" w:rsidP="001915BA">
      <w:pPr>
        <w:tabs>
          <w:tab w:val="left" w:leader="dot" w:pos="8364"/>
          <w:tab w:val="left" w:leader="dot" w:pos="13320"/>
        </w:tabs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>Điện thoại</w:t>
      </w:r>
      <w:r>
        <w:rPr>
          <w:rFonts w:ascii="Times New Roman" w:hAnsi="Times New Roman" w:cs="Times New Roman"/>
          <w:sz w:val="26"/>
          <w:szCs w:val="26"/>
          <w:lang w:val="en-US"/>
        </w:rPr>
        <w:t>: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  <w:t>Fax: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</w:p>
    <w:p w:rsidR="00A77CE2" w:rsidRPr="00D667F6" w:rsidRDefault="00A77CE2" w:rsidP="001915BA">
      <w:pPr>
        <w:tabs>
          <w:tab w:val="left" w:leader="dot" w:pos="10773"/>
        </w:tabs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Đăng ký cho các học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 xml:space="preserve"> viên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sau 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 xml:space="preserve">tham gia </w:t>
      </w:r>
      <w:r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>hóa đào tạo:</w:t>
      </w:r>
    </w:p>
    <w:tbl>
      <w:tblPr>
        <w:tblW w:w="13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8"/>
        <w:gridCol w:w="3510"/>
        <w:gridCol w:w="1530"/>
        <w:gridCol w:w="2447"/>
        <w:gridCol w:w="2413"/>
        <w:gridCol w:w="3150"/>
      </w:tblGrid>
      <w:tr w:rsidR="00A77CE2" w:rsidRPr="00D667F6">
        <w:tc>
          <w:tcPr>
            <w:tcW w:w="738" w:type="dxa"/>
            <w:vAlign w:val="center"/>
          </w:tcPr>
          <w:p w:rsidR="00A77CE2" w:rsidRPr="00D667F6" w:rsidRDefault="00A77CE2" w:rsidP="00FE6FDE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667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STT</w:t>
            </w:r>
          </w:p>
        </w:tc>
        <w:tc>
          <w:tcPr>
            <w:tcW w:w="3510" w:type="dxa"/>
            <w:vAlign w:val="center"/>
          </w:tcPr>
          <w:p w:rsidR="00A77CE2" w:rsidRPr="00D667F6" w:rsidRDefault="00A77CE2" w:rsidP="00FE6FDE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667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Họ và tên</w:t>
            </w:r>
          </w:p>
        </w:tc>
        <w:tc>
          <w:tcPr>
            <w:tcW w:w="1530" w:type="dxa"/>
            <w:vAlign w:val="center"/>
          </w:tcPr>
          <w:p w:rsidR="00A77CE2" w:rsidRPr="00D667F6" w:rsidRDefault="00A77CE2" w:rsidP="00FE6FDE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667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Ngày sinh</w:t>
            </w:r>
          </w:p>
        </w:tc>
        <w:tc>
          <w:tcPr>
            <w:tcW w:w="2447" w:type="dxa"/>
            <w:vAlign w:val="center"/>
          </w:tcPr>
          <w:p w:rsidR="00A77CE2" w:rsidRPr="00D667F6" w:rsidRDefault="00A77CE2" w:rsidP="00FE6FDE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667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Chức vụ</w:t>
            </w:r>
          </w:p>
        </w:tc>
        <w:tc>
          <w:tcPr>
            <w:tcW w:w="2413" w:type="dxa"/>
            <w:vAlign w:val="center"/>
          </w:tcPr>
          <w:p w:rsidR="00A77CE2" w:rsidRPr="00D667F6" w:rsidRDefault="00A77CE2" w:rsidP="00B64AB6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D667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Số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đ</w:t>
            </w:r>
            <w:r w:rsidRPr="00D667F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iện thoại </w:t>
            </w:r>
          </w:p>
        </w:tc>
        <w:tc>
          <w:tcPr>
            <w:tcW w:w="3150" w:type="dxa"/>
            <w:vAlign w:val="center"/>
          </w:tcPr>
          <w:p w:rsidR="00A77CE2" w:rsidRPr="00D667F6" w:rsidRDefault="00A77CE2" w:rsidP="00FE6FDE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Email</w:t>
            </w:r>
          </w:p>
        </w:tc>
      </w:tr>
      <w:tr w:rsidR="00A77CE2" w:rsidRPr="00D667F6">
        <w:trPr>
          <w:trHeight w:val="513"/>
        </w:trPr>
        <w:tc>
          <w:tcPr>
            <w:tcW w:w="738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667F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51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47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3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5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A77CE2" w:rsidRPr="00D667F6">
        <w:trPr>
          <w:trHeight w:val="420"/>
        </w:trPr>
        <w:tc>
          <w:tcPr>
            <w:tcW w:w="738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667F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51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47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3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5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A77CE2" w:rsidRPr="00D667F6">
        <w:trPr>
          <w:trHeight w:val="414"/>
        </w:trPr>
        <w:tc>
          <w:tcPr>
            <w:tcW w:w="738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667F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51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47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3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5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A77CE2" w:rsidRPr="00D667F6">
        <w:trPr>
          <w:trHeight w:val="447"/>
        </w:trPr>
        <w:tc>
          <w:tcPr>
            <w:tcW w:w="738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667F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…</w:t>
            </w:r>
          </w:p>
        </w:tc>
        <w:tc>
          <w:tcPr>
            <w:tcW w:w="351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53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47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13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150" w:type="dxa"/>
          </w:tcPr>
          <w:p w:rsidR="00A77CE2" w:rsidRPr="00D667F6" w:rsidRDefault="00A77CE2" w:rsidP="001915BA">
            <w:pPr>
              <w:tabs>
                <w:tab w:val="left" w:leader="dot" w:pos="10773"/>
              </w:tabs>
              <w:spacing w:before="120" w:after="12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A77CE2" w:rsidRDefault="00A77CE2" w:rsidP="00966645">
      <w:pPr>
        <w:tabs>
          <w:tab w:val="left" w:pos="2268"/>
          <w:tab w:val="left" w:leader="dot" w:pos="10773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  <w:lang w:val="en-US"/>
        </w:rPr>
      </w:pPr>
      <w:r w:rsidRPr="0096664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  <w:lang w:val="en-US"/>
        </w:rPr>
        <w:t xml:space="preserve">Ghi chú: Doanh nghiệp vui lòng ghi chính xác thông tin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  <w:lang w:val="en-US"/>
        </w:rPr>
        <w:t xml:space="preserve">nêu </w:t>
      </w:r>
      <w:r w:rsidRPr="0096664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  <w:lang w:val="en-US"/>
        </w:rPr>
        <w:t>trên để Ban Tổ chức làm cơ sở xuất hóa đơn</w:t>
      </w:r>
    </w:p>
    <w:p w:rsidR="00A77CE2" w:rsidRPr="00966645" w:rsidRDefault="00A77CE2" w:rsidP="00966645">
      <w:pPr>
        <w:tabs>
          <w:tab w:val="left" w:pos="2268"/>
          <w:tab w:val="left" w:leader="dot" w:pos="10773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  <w:lang w:val="en-US"/>
        </w:rPr>
      </w:pPr>
    </w:p>
    <w:p w:rsidR="00A77CE2" w:rsidRPr="00D667F6" w:rsidRDefault="00A77CE2" w:rsidP="001915BA">
      <w:pPr>
        <w:tabs>
          <w:tab w:val="center" w:pos="2268"/>
        </w:tabs>
        <w:spacing w:before="120" w:after="12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>NGƯỜI LẬP</w:t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>THỦ TRƯỞNG ĐƠN VỊ</w:t>
      </w:r>
    </w:p>
    <w:p w:rsidR="00A77CE2" w:rsidRPr="00D667F6" w:rsidRDefault="00A77CE2" w:rsidP="001915BA">
      <w:pPr>
        <w:tabs>
          <w:tab w:val="center" w:pos="2268"/>
          <w:tab w:val="left" w:pos="9923"/>
        </w:tabs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>(Ký, ghi rõ họ và tên)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>(Ký tên, đóng dấu)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</w:p>
    <w:p w:rsidR="00A77CE2" w:rsidRDefault="00A77CE2" w:rsidP="00FE6FDE">
      <w:pPr>
        <w:spacing w:before="120" w:after="12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br w:type="page"/>
      </w:r>
    </w:p>
    <w:p w:rsidR="00A77CE2" w:rsidRDefault="00A77CE2" w:rsidP="0051509F">
      <w:pPr>
        <w:tabs>
          <w:tab w:val="center" w:pos="6635"/>
          <w:tab w:val="left" w:pos="11155"/>
        </w:tabs>
        <w:spacing w:before="120" w:after="120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>
        <w:rPr>
          <w:noProof/>
          <w:lang w:val="en-US"/>
        </w:rPr>
        <w:pict>
          <v:shape id="_x0000_s1027" type="#_x0000_t202" style="position:absolute;margin-left:-45.6pt;margin-top:2.3pt;width:127.15pt;height:24.65pt;z-index:251659264">
            <v:textbox>
              <w:txbxContent>
                <w:p w:rsidR="00A77CE2" w:rsidRPr="00C21DA3" w:rsidRDefault="00A77CE2" w:rsidP="0051509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</w:pPr>
                  <w:r w:rsidRPr="00C21DA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val="en-US"/>
                    </w:rPr>
                    <w:t>Đối với cá nhân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sz w:val="30"/>
          <w:szCs w:val="30"/>
          <w:lang w:val="en-US"/>
        </w:rPr>
        <w:tab/>
      </w:r>
    </w:p>
    <w:p w:rsidR="00A77CE2" w:rsidRPr="00D667F6" w:rsidRDefault="00A77CE2" w:rsidP="001D2FB2">
      <w:pPr>
        <w:tabs>
          <w:tab w:val="center" w:pos="6635"/>
          <w:tab w:val="left" w:pos="11155"/>
        </w:tabs>
        <w:spacing w:before="120" w:after="120"/>
        <w:jc w:val="center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 w:rsidRPr="00D667F6">
        <w:rPr>
          <w:rFonts w:ascii="Times New Roman" w:hAnsi="Times New Roman" w:cs="Times New Roman"/>
          <w:b/>
          <w:bCs/>
          <w:sz w:val="30"/>
          <w:szCs w:val="30"/>
          <w:lang w:val="en-US"/>
        </w:rPr>
        <w:t>PHIẾU ĐĂNG KÝ THAM DỰ</w:t>
      </w:r>
      <w:r>
        <w:rPr>
          <w:rFonts w:ascii="Times New Roman" w:hAnsi="Times New Roman" w:cs="Times New Roman"/>
          <w:b/>
          <w:bCs/>
          <w:sz w:val="30"/>
          <w:szCs w:val="30"/>
          <w:lang w:val="en-US"/>
        </w:rPr>
        <w:t xml:space="preserve"> KHÓA ĐÀO TẠO</w:t>
      </w:r>
    </w:p>
    <w:p w:rsidR="00A77CE2" w:rsidRDefault="00A77CE2" w:rsidP="00FE6FDE">
      <w:pPr>
        <w:tabs>
          <w:tab w:val="center" w:pos="2268"/>
          <w:tab w:val="left" w:pos="9923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>“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V</w:t>
      </w:r>
      <w:r w:rsidRPr="00D667F6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ề Tự chứng nhận xuất xứ hàng hóa”</w:t>
      </w:r>
    </w:p>
    <w:p w:rsidR="00A77CE2" w:rsidRDefault="00A77CE2" w:rsidP="004C5D37">
      <w:pPr>
        <w:tabs>
          <w:tab w:val="center" w:pos="2268"/>
          <w:tab w:val="left" w:pos="9923"/>
        </w:tabs>
        <w:spacing w:before="120" w:after="120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(Thời gian: cả ngày 17- 18/8/2016 &amp; buổi sáng ngày 19/8/2016 tại Thành phố Hồ Chí Minh)</w:t>
      </w:r>
    </w:p>
    <w:p w:rsidR="00A77CE2" w:rsidRPr="00D667F6" w:rsidRDefault="00A77CE2" w:rsidP="001915BA">
      <w:pPr>
        <w:tabs>
          <w:tab w:val="center" w:pos="2268"/>
          <w:tab w:val="left" w:pos="9923"/>
        </w:tabs>
        <w:spacing w:before="240" w:after="120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 xml:space="preserve">Kính gửi: </w:t>
      </w:r>
      <w:r>
        <w:rPr>
          <w:rFonts w:ascii="Times New Roman" w:hAnsi="Times New Roman" w:cs="Times New Roman"/>
          <w:sz w:val="26"/>
          <w:szCs w:val="26"/>
          <w:lang w:val="en-US"/>
        </w:rPr>
        <w:t>Trung tâm Hỗ trợ hội nhập WTO thành phố Hồ Chí Minh</w:t>
      </w:r>
    </w:p>
    <w:p w:rsidR="00A77CE2" w:rsidRPr="00D667F6" w:rsidRDefault="00A77CE2" w:rsidP="00FE6FDE">
      <w:pPr>
        <w:tabs>
          <w:tab w:val="left" w:leader="dot" w:pos="13230"/>
        </w:tabs>
        <w:spacing w:before="36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>Tên học viên: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</w:p>
    <w:p w:rsidR="00A77CE2" w:rsidRPr="00D667F6" w:rsidRDefault="00A77CE2" w:rsidP="001915BA">
      <w:pPr>
        <w:tabs>
          <w:tab w:val="left" w:leader="dot" w:pos="13230"/>
        </w:tabs>
        <w:spacing w:before="24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>Địa chỉ: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</w:p>
    <w:p w:rsidR="00A77CE2" w:rsidRPr="00D667F6" w:rsidRDefault="00A77CE2" w:rsidP="00F03743">
      <w:pPr>
        <w:tabs>
          <w:tab w:val="left" w:leader="dot" w:pos="7920"/>
          <w:tab w:val="left" w:leader="dot" w:pos="13230"/>
        </w:tabs>
        <w:spacing w:before="24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>Điện thoại</w:t>
      </w:r>
      <w:r>
        <w:rPr>
          <w:rFonts w:ascii="Times New Roman" w:hAnsi="Times New Roman" w:cs="Times New Roman"/>
          <w:sz w:val="26"/>
          <w:szCs w:val="26"/>
          <w:lang w:val="en-US"/>
        </w:rPr>
        <w:t>: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Email: 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</w:p>
    <w:p w:rsidR="00A77CE2" w:rsidRPr="00D667F6" w:rsidRDefault="00A77CE2" w:rsidP="001915BA">
      <w:pPr>
        <w:tabs>
          <w:tab w:val="center" w:pos="2268"/>
          <w:tab w:val="left" w:pos="9923"/>
        </w:tabs>
        <w:spacing w:before="240" w:after="120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>Có nguyện vọng tham gia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khóa </w:t>
      </w:r>
      <w:r w:rsidRPr="00D667F6">
        <w:rPr>
          <w:rFonts w:ascii="Times New Roman" w:hAnsi="Times New Roman" w:cs="Times New Roman"/>
          <w:sz w:val="26"/>
          <w:szCs w:val="26"/>
          <w:lang w:val="en-US"/>
        </w:rPr>
        <w:t xml:space="preserve"> “</w:t>
      </w:r>
      <w:r w:rsidRPr="00D667F6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Đào tạo về tự chứng nhận xuất xứ hàng hóa”</w:t>
      </w:r>
    </w:p>
    <w:p w:rsidR="00A77CE2" w:rsidRPr="00D667F6" w:rsidRDefault="00A77CE2" w:rsidP="001915BA">
      <w:pPr>
        <w:tabs>
          <w:tab w:val="center" w:pos="11624"/>
        </w:tabs>
        <w:spacing w:before="240" w:after="120"/>
        <w:rPr>
          <w:rFonts w:ascii="Times New Roman" w:hAnsi="Times New Roman" w:cs="Times New Roman"/>
          <w:sz w:val="26"/>
          <w:szCs w:val="26"/>
          <w:lang w:val="en-US"/>
        </w:rPr>
      </w:pPr>
    </w:p>
    <w:p w:rsidR="00A77CE2" w:rsidRPr="00D667F6" w:rsidRDefault="00A77CE2" w:rsidP="003B02FC">
      <w:pPr>
        <w:tabs>
          <w:tab w:val="center" w:pos="10065"/>
        </w:tabs>
        <w:spacing w:before="120" w:after="12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D667F6">
        <w:rPr>
          <w:rFonts w:ascii="Times New Roman" w:hAnsi="Times New Roman" w:cs="Times New Roman"/>
          <w:b/>
          <w:bCs/>
          <w:sz w:val="26"/>
          <w:szCs w:val="26"/>
          <w:lang w:val="en-US"/>
        </w:rPr>
        <w:t>NGƯỜI ĐĂNG KÝ</w:t>
      </w:r>
    </w:p>
    <w:p w:rsidR="00A77CE2" w:rsidRPr="00D667F6" w:rsidRDefault="00A77CE2" w:rsidP="003B02FC">
      <w:pPr>
        <w:tabs>
          <w:tab w:val="center" w:pos="10065"/>
        </w:tabs>
        <w:spacing w:before="120" w:after="120"/>
        <w:rPr>
          <w:rFonts w:ascii="Times New Roman" w:hAnsi="Times New Roman" w:cs="Times New Roman"/>
          <w:sz w:val="26"/>
          <w:szCs w:val="26"/>
          <w:lang w:val="en-US"/>
        </w:rPr>
      </w:pPr>
      <w:r w:rsidRPr="00D667F6">
        <w:rPr>
          <w:rFonts w:ascii="Times New Roman" w:hAnsi="Times New Roman" w:cs="Times New Roman"/>
          <w:sz w:val="26"/>
          <w:szCs w:val="26"/>
          <w:lang w:val="en-US"/>
        </w:rPr>
        <w:tab/>
        <w:t>(Ký, ghi rõ họ tên)</w:t>
      </w:r>
    </w:p>
    <w:sectPr w:rsidR="00A77CE2" w:rsidRPr="00D667F6" w:rsidSect="00B15105">
      <w:pgSz w:w="16838" w:h="11906" w:orient="landscape"/>
      <w:pgMar w:top="851" w:right="1440" w:bottom="1440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AA1"/>
    <w:rsid w:val="00020450"/>
    <w:rsid w:val="00073CA4"/>
    <w:rsid w:val="00076D3B"/>
    <w:rsid w:val="000E5395"/>
    <w:rsid w:val="00127568"/>
    <w:rsid w:val="001675F5"/>
    <w:rsid w:val="001915BA"/>
    <w:rsid w:val="001D2FB2"/>
    <w:rsid w:val="00204396"/>
    <w:rsid w:val="00281F30"/>
    <w:rsid w:val="002A5318"/>
    <w:rsid w:val="002E604D"/>
    <w:rsid w:val="0033464F"/>
    <w:rsid w:val="003B02FC"/>
    <w:rsid w:val="00425B98"/>
    <w:rsid w:val="004C5D37"/>
    <w:rsid w:val="004D1CAB"/>
    <w:rsid w:val="0051509F"/>
    <w:rsid w:val="005736A4"/>
    <w:rsid w:val="005A1987"/>
    <w:rsid w:val="006013B5"/>
    <w:rsid w:val="00642B43"/>
    <w:rsid w:val="0065175A"/>
    <w:rsid w:val="00657C34"/>
    <w:rsid w:val="00675BE3"/>
    <w:rsid w:val="006915B4"/>
    <w:rsid w:val="006D1FE3"/>
    <w:rsid w:val="007126E9"/>
    <w:rsid w:val="00722E91"/>
    <w:rsid w:val="00724843"/>
    <w:rsid w:val="00743BFF"/>
    <w:rsid w:val="007646CB"/>
    <w:rsid w:val="00795FBB"/>
    <w:rsid w:val="007D5AA1"/>
    <w:rsid w:val="008E11C6"/>
    <w:rsid w:val="009208BE"/>
    <w:rsid w:val="00933EB9"/>
    <w:rsid w:val="00966645"/>
    <w:rsid w:val="00975D66"/>
    <w:rsid w:val="009A2AFB"/>
    <w:rsid w:val="009B0269"/>
    <w:rsid w:val="00A23B57"/>
    <w:rsid w:val="00A77CE2"/>
    <w:rsid w:val="00A943C3"/>
    <w:rsid w:val="00AC7B29"/>
    <w:rsid w:val="00B07F90"/>
    <w:rsid w:val="00B15105"/>
    <w:rsid w:val="00B36852"/>
    <w:rsid w:val="00B64AB6"/>
    <w:rsid w:val="00C036EC"/>
    <w:rsid w:val="00C158F5"/>
    <w:rsid w:val="00C21DA3"/>
    <w:rsid w:val="00C32FD3"/>
    <w:rsid w:val="00D1752B"/>
    <w:rsid w:val="00D667F6"/>
    <w:rsid w:val="00DE17B5"/>
    <w:rsid w:val="00E41262"/>
    <w:rsid w:val="00E61A86"/>
    <w:rsid w:val="00E70901"/>
    <w:rsid w:val="00E72B9A"/>
    <w:rsid w:val="00EA4BDB"/>
    <w:rsid w:val="00EB4F26"/>
    <w:rsid w:val="00F03743"/>
    <w:rsid w:val="00F045C3"/>
    <w:rsid w:val="00FE6FDE"/>
    <w:rsid w:val="00FF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3B"/>
    <w:pPr>
      <w:spacing w:after="160" w:line="259" w:lineRule="auto"/>
    </w:pPr>
    <w:rPr>
      <w:rFonts w:cs="Arial"/>
      <w:lang w:val="vi-V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D5AA1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148</Words>
  <Characters>844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 Nguyen</dc:creator>
  <cp:keywords/>
  <dc:description/>
  <cp:lastModifiedBy>NGUYEN</cp:lastModifiedBy>
  <cp:revision>2</cp:revision>
  <dcterms:created xsi:type="dcterms:W3CDTF">2016-08-08T09:09:00Z</dcterms:created>
  <dcterms:modified xsi:type="dcterms:W3CDTF">2016-08-08T09:09:00Z</dcterms:modified>
</cp:coreProperties>
</file>